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7F5E12D3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5F466BE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D63807">
        <w:rPr>
          <w:rFonts w:ascii="Segoe Print" w:hAnsi="Segoe Print"/>
          <w:b/>
          <w:sz w:val="24"/>
        </w:rPr>
        <w:t>12.</w:t>
      </w:r>
      <w:r w:rsidR="00B109EA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NO CALCULATO</w:t>
      </w:r>
      <w:r w:rsidR="00D14B22">
        <w:rPr>
          <w:rFonts w:ascii="Segoe Print" w:hAnsi="Segoe Print"/>
          <w:b/>
          <w:sz w:val="24"/>
        </w:rPr>
        <w:t>R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394"/>
      </w:tblGrid>
      <w:tr w:rsidR="00E20822" w:rsidRPr="00C06B52" w14:paraId="1F0DD5D9" w14:textId="77777777" w:rsidTr="00B109EA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06B52" w:rsidRDefault="00E20822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</w:t>
            </w:r>
            <w:r w:rsidR="0064471D" w:rsidRPr="00C06B52">
              <w:rPr>
                <w:rFonts w:ascii="Century Gothic" w:hAnsi="Century Gothic"/>
              </w:rPr>
              <w:t>)</w:t>
            </w:r>
          </w:p>
        </w:tc>
        <w:tc>
          <w:tcPr>
            <w:tcW w:w="4961" w:type="dxa"/>
            <w:tcBorders>
              <w:left w:val="nil"/>
            </w:tcBorders>
          </w:tcPr>
          <w:p w14:paraId="59F6114C" w14:textId="77777777" w:rsidR="008B5103" w:rsidRPr="00B109EA" w:rsidRDefault="008B5103" w:rsidP="00B109EA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>Martha and Bill share some money in the ratio 2:3.</w:t>
            </w:r>
          </w:p>
          <w:p w14:paraId="5002899E" w14:textId="77777777" w:rsidR="008B5103" w:rsidRPr="00B109EA" w:rsidRDefault="008B5103" w:rsidP="00B109EA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>If Bill receives £45, how much does Martha receive?</w:t>
            </w:r>
          </w:p>
          <w:p w14:paraId="094D08F0" w14:textId="53EA2E10" w:rsidR="00E20822" w:rsidRPr="00B109EA" w:rsidRDefault="00E20822" w:rsidP="00B109EA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B109EA" w:rsidRDefault="0064471D" w:rsidP="00B109EA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109E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61DC79C3" w14:textId="77777777" w:rsidR="002D25E6" w:rsidRPr="00B109EA" w:rsidRDefault="002D25E6" w:rsidP="00B109EA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>Expand the brackets:</w:t>
            </w:r>
          </w:p>
          <w:p w14:paraId="623816F6" w14:textId="46F5743D" w:rsidR="002D25E6" w:rsidRPr="00B109EA" w:rsidRDefault="002D25E6" w:rsidP="00B109EA">
            <w:pPr>
              <w:spacing w:before="120" w:after="0" w:line="240" w:lineRule="auto"/>
              <w:rPr>
                <w:rFonts w:ascii="Century Gothic" w:hAnsi="Century Gothic" w:cs="Tahoma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ahoma"/>
                  </w:rPr>
                  <m:t>4</m:t>
                </m:r>
                <m:r>
                  <w:rPr>
                    <w:rFonts w:ascii="Cambria Math" w:hAnsi="Cambria Math" w:cs="Tahoma"/>
                  </w:rPr>
                  <m:t>x</m:t>
                </m:r>
                <m:r>
                  <w:rPr>
                    <w:rFonts w:ascii="Cambria Math" w:hAnsi="Cambria Math" w:cs="Tahoma"/>
                  </w:rPr>
                  <m:t>(3x-7)</m:t>
                </m:r>
              </m:oMath>
            </m:oMathPara>
          </w:p>
          <w:p w14:paraId="594DF71C" w14:textId="070661B5" w:rsidR="00E20822" w:rsidRPr="00B109EA" w:rsidRDefault="00E20822" w:rsidP="00B109EA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E20822" w:rsidRPr="00C06B52" w14:paraId="2FAB904D" w14:textId="77777777" w:rsidTr="00B109E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671AB062" w14:textId="77777777" w:rsidR="002D25E6" w:rsidRPr="00B109EA" w:rsidRDefault="002D25E6" w:rsidP="00B109EA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>Find the probability of getting a 4</w:t>
            </w:r>
          </w:p>
          <w:p w14:paraId="05ED9731" w14:textId="77777777" w:rsidR="002D25E6" w:rsidRPr="00B109EA" w:rsidRDefault="002D25E6" w:rsidP="00B109EA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4248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79"/>
              <w:gridCol w:w="780"/>
              <w:gridCol w:w="780"/>
              <w:gridCol w:w="780"/>
            </w:tblGrid>
            <w:tr w:rsidR="002D25E6" w:rsidRPr="00B109EA" w14:paraId="3592B19A" w14:textId="77777777" w:rsidTr="00355ED1">
              <w:tc>
                <w:tcPr>
                  <w:tcW w:w="1129" w:type="dxa"/>
                </w:tcPr>
                <w:p w14:paraId="06CDE262" w14:textId="77777777" w:rsidR="002D25E6" w:rsidRPr="00B109EA" w:rsidRDefault="002D25E6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779" w:type="dxa"/>
                </w:tcPr>
                <w:p w14:paraId="23728A31" w14:textId="77777777" w:rsidR="002D25E6" w:rsidRPr="00B109EA" w:rsidRDefault="002D25E6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80" w:type="dxa"/>
                </w:tcPr>
                <w:p w14:paraId="7C2C434D" w14:textId="77777777" w:rsidR="002D25E6" w:rsidRPr="00B109EA" w:rsidRDefault="002D25E6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80" w:type="dxa"/>
                </w:tcPr>
                <w:p w14:paraId="491EE871" w14:textId="77777777" w:rsidR="002D25E6" w:rsidRPr="00B109EA" w:rsidRDefault="002D25E6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80" w:type="dxa"/>
                </w:tcPr>
                <w:p w14:paraId="41C8207A" w14:textId="77777777" w:rsidR="002D25E6" w:rsidRPr="00B109EA" w:rsidRDefault="002D25E6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072244" w:rsidRPr="00B109EA" w14:paraId="6F4C6C1D" w14:textId="77777777" w:rsidTr="00355ED1">
              <w:tc>
                <w:tcPr>
                  <w:tcW w:w="1129" w:type="dxa"/>
                </w:tcPr>
                <w:p w14:paraId="57B42D25" w14:textId="77777777" w:rsidR="00072244" w:rsidRPr="00B109EA" w:rsidRDefault="00072244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B109EA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79" w:type="dxa"/>
                </w:tcPr>
                <w:p w14:paraId="3634DA3B" w14:textId="31667841" w:rsidR="00072244" w:rsidRPr="00B109EA" w:rsidRDefault="00072244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0.14</w:t>
                  </w:r>
                </w:p>
              </w:tc>
              <w:tc>
                <w:tcPr>
                  <w:tcW w:w="780" w:type="dxa"/>
                </w:tcPr>
                <w:p w14:paraId="24A4D197" w14:textId="595915B5" w:rsidR="00072244" w:rsidRPr="00B109EA" w:rsidRDefault="00072244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0.24</w:t>
                  </w:r>
                </w:p>
              </w:tc>
              <w:tc>
                <w:tcPr>
                  <w:tcW w:w="780" w:type="dxa"/>
                </w:tcPr>
                <w:p w14:paraId="6209649F" w14:textId="000B7422" w:rsidR="00072244" w:rsidRPr="00B109EA" w:rsidRDefault="00072244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0.4</w:t>
                  </w:r>
                </w:p>
              </w:tc>
              <w:tc>
                <w:tcPr>
                  <w:tcW w:w="780" w:type="dxa"/>
                </w:tcPr>
                <w:p w14:paraId="1D660EA4" w14:textId="77777777" w:rsidR="00072244" w:rsidRPr="00B109EA" w:rsidRDefault="00072244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</w:tr>
          </w:tbl>
          <w:p w14:paraId="3845EB95" w14:textId="59254793" w:rsidR="00E20822" w:rsidRPr="00B109EA" w:rsidRDefault="00E20822" w:rsidP="00B109EA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B109EA" w:rsidRDefault="0064471D" w:rsidP="00B109EA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109E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7088BC5" w14:textId="77777777" w:rsidR="009C2FD3" w:rsidRPr="00B109EA" w:rsidRDefault="009C2FD3" w:rsidP="00B109EA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 xml:space="preserve">What is the perimeter of the shape? </w:t>
            </w:r>
          </w:p>
          <w:tbl>
            <w:tblPr>
              <w:tblStyle w:val="TableGrid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</w:tblGrid>
            <w:tr w:rsidR="0031452F" w:rsidRPr="00B109EA" w14:paraId="124E5867" w14:textId="77777777" w:rsidTr="00EA5960">
              <w:trPr>
                <w:trHeight w:val="397"/>
              </w:trPr>
              <w:tc>
                <w:tcPr>
                  <w:tcW w:w="397" w:type="dxa"/>
                </w:tcPr>
                <w:p w14:paraId="71316992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000000" w:themeColor="text1"/>
                  </w:tcBorders>
                </w:tcPr>
                <w:p w14:paraId="0FAC0B1D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000000" w:themeColor="text1"/>
                  </w:tcBorders>
                </w:tcPr>
                <w:p w14:paraId="563321CA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000000" w:themeColor="text1"/>
                  </w:tcBorders>
                </w:tcPr>
                <w:p w14:paraId="02A41C73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000000" w:themeColor="text1"/>
                  </w:tcBorders>
                </w:tcPr>
                <w:p w14:paraId="6CE427FD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</w:tcPr>
                <w:p w14:paraId="07DF084E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31452F" w:rsidRPr="00B109EA" w14:paraId="3C7C0CFC" w14:textId="77777777" w:rsidTr="00EA5960">
              <w:trPr>
                <w:trHeight w:val="397"/>
              </w:trPr>
              <w:tc>
                <w:tcPr>
                  <w:tcW w:w="397" w:type="dxa"/>
                  <w:tcBorders>
                    <w:right w:val="single" w:sz="4" w:space="0" w:color="000000" w:themeColor="text1"/>
                  </w:tcBorders>
                </w:tcPr>
                <w:p w14:paraId="62A22681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01AC20D2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4373D8BA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4E4E3981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2A00E3DB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000000" w:themeColor="text1"/>
                  </w:tcBorders>
                </w:tcPr>
                <w:p w14:paraId="7F3201CD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31452F" w:rsidRPr="00B109EA" w14:paraId="2B8A6B69" w14:textId="77777777" w:rsidTr="00EA5960">
              <w:trPr>
                <w:trHeight w:val="397"/>
              </w:trPr>
              <w:tc>
                <w:tcPr>
                  <w:tcW w:w="397" w:type="dxa"/>
                  <w:tcBorders>
                    <w:right w:val="single" w:sz="4" w:space="0" w:color="BFBFBF" w:themeColor="background1" w:themeShade="BF"/>
                  </w:tcBorders>
                </w:tcPr>
                <w:p w14:paraId="7E0AEE98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04702F43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  <w:b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5ED1E27F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34EB1514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000000" w:themeColor="text1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39946C2B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000000" w:themeColor="text1"/>
                  </w:tcBorders>
                </w:tcPr>
                <w:p w14:paraId="0E06878A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31452F" w:rsidRPr="00B109EA" w14:paraId="437822AC" w14:textId="77777777" w:rsidTr="00EA5960">
              <w:trPr>
                <w:trHeight w:val="397"/>
              </w:trPr>
              <w:tc>
                <w:tcPr>
                  <w:tcW w:w="397" w:type="dxa"/>
                  <w:tcBorders>
                    <w:right w:val="single" w:sz="4" w:space="0" w:color="BFBFBF" w:themeColor="background1" w:themeShade="BF"/>
                  </w:tcBorders>
                </w:tcPr>
                <w:p w14:paraId="78477069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67B0611B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748A377A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757F2805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A2F4CD1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000000" w:themeColor="text1"/>
                  </w:tcBorders>
                </w:tcPr>
                <w:p w14:paraId="73A2B149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31452F" w:rsidRPr="00B109EA" w14:paraId="25A9AA64" w14:textId="77777777" w:rsidTr="00EA5960">
              <w:trPr>
                <w:trHeight w:val="397"/>
              </w:trPr>
              <w:tc>
                <w:tcPr>
                  <w:tcW w:w="397" w:type="dxa"/>
                </w:tcPr>
                <w:p w14:paraId="72D702B6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</w:tcBorders>
                </w:tcPr>
                <w:p w14:paraId="3D900557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</w:tcBorders>
                </w:tcPr>
                <w:p w14:paraId="5929B2F2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</w:tcBorders>
                </w:tcPr>
                <w:p w14:paraId="2FC2CDAC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</w:tcBorders>
                </w:tcPr>
                <w:p w14:paraId="5F591E91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</w:tcPr>
                <w:p w14:paraId="78F68DC5" w14:textId="77777777" w:rsidR="0031452F" w:rsidRPr="00B109EA" w:rsidRDefault="0031452F" w:rsidP="00B109EA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4FEF7014" w14:textId="78FA807D" w:rsidR="00E20822" w:rsidRPr="00B109EA" w:rsidRDefault="00E20822" w:rsidP="00B109EA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</w:tr>
      <w:tr w:rsidR="00E20822" w:rsidRPr="00C06B52" w14:paraId="44B9DE2A" w14:textId="77777777" w:rsidTr="001279F5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8A50DC1" w14:textId="440BA7FE" w:rsidR="007E2C1A" w:rsidRPr="00B109EA" w:rsidRDefault="0098373C" w:rsidP="00B109EA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B109EA">
              <w:rPr>
                <w:rFonts w:ascii="Century Gothic" w:hAnsi="Century Gothic" w:cs="Tahoma"/>
                <w:noProof/>
              </w:rPr>
              <w:t>Which method to find the missing length?</w:t>
            </w:r>
          </w:p>
          <w:p w14:paraId="49831498" w14:textId="5705172C" w:rsidR="00C06B52" w:rsidRPr="00B109EA" w:rsidRDefault="00B109EA" w:rsidP="00B109EA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9577D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080AC43E" wp14:editId="172A6811">
                  <wp:simplePos x="0" y="0"/>
                  <wp:positionH relativeFrom="column">
                    <wp:posOffset>5767705</wp:posOffset>
                  </wp:positionH>
                  <wp:positionV relativeFrom="paragraph">
                    <wp:posOffset>777137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109EA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6C1307D7" wp14:editId="3120BA05">
                  <wp:extent cx="1401445" cy="866775"/>
                  <wp:effectExtent l="0" t="0" r="825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34DCE9" w14:textId="77777777" w:rsidR="006C37A5" w:rsidRDefault="006C37A5" w:rsidP="006C37A5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7936" behindDoc="0" locked="0" layoutInCell="1" allowOverlap="1" wp14:anchorId="04067E43" wp14:editId="0826779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73" name="Picture 7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46C72FAD" wp14:editId="627CECC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74" name="Picture 7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12.2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300BAF5C" w14:textId="77777777" w:rsidR="006C37A5" w:rsidRDefault="006C37A5" w:rsidP="006C37A5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394"/>
      </w:tblGrid>
      <w:tr w:rsidR="006C37A5" w:rsidRPr="00C06B52" w14:paraId="09102618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B5338A9" w14:textId="77777777" w:rsidR="006C37A5" w:rsidRPr="00C06B52" w:rsidRDefault="006C37A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52B175DF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>Martha and Bill share some money in the ratio 2:3.</w:t>
            </w:r>
          </w:p>
          <w:p w14:paraId="7D03DAFA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>If Bill receives £45, how much does Martha receive?</w:t>
            </w:r>
          </w:p>
          <w:p w14:paraId="17F4A966" w14:textId="77777777" w:rsidR="006C37A5" w:rsidRPr="00B109EA" w:rsidRDefault="006C37A5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20137C35" w14:textId="77777777" w:rsidR="006C37A5" w:rsidRPr="00B109EA" w:rsidRDefault="006C37A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109E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2690C20A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>Expand the brackets:</w:t>
            </w:r>
          </w:p>
          <w:p w14:paraId="1A70C9BC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ahoma"/>
                  </w:rPr>
                  <m:t>4x(3x-7)</m:t>
                </m:r>
              </m:oMath>
            </m:oMathPara>
          </w:p>
          <w:p w14:paraId="73F7EB70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6C37A5" w:rsidRPr="00C06B52" w14:paraId="1A6D1C33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B922AAE" w14:textId="77777777" w:rsidR="006C37A5" w:rsidRPr="00C06B52" w:rsidRDefault="006C37A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17C2562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>Find the probability of getting a 4</w:t>
            </w:r>
          </w:p>
          <w:p w14:paraId="52B30814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4248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79"/>
              <w:gridCol w:w="780"/>
              <w:gridCol w:w="780"/>
              <w:gridCol w:w="780"/>
            </w:tblGrid>
            <w:tr w:rsidR="006C37A5" w:rsidRPr="00B109EA" w14:paraId="543EE964" w14:textId="77777777" w:rsidTr="00EA5960">
              <w:tc>
                <w:tcPr>
                  <w:tcW w:w="1129" w:type="dxa"/>
                </w:tcPr>
                <w:p w14:paraId="3949BB30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779" w:type="dxa"/>
                </w:tcPr>
                <w:p w14:paraId="5C9EE4B2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80" w:type="dxa"/>
                </w:tcPr>
                <w:p w14:paraId="56B86CB6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80" w:type="dxa"/>
                </w:tcPr>
                <w:p w14:paraId="7C2F591B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80" w:type="dxa"/>
                </w:tcPr>
                <w:p w14:paraId="3F7A5C97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6C37A5" w:rsidRPr="00B109EA" w14:paraId="02CD3531" w14:textId="77777777" w:rsidTr="00EA5960">
              <w:tc>
                <w:tcPr>
                  <w:tcW w:w="1129" w:type="dxa"/>
                </w:tcPr>
                <w:p w14:paraId="0C8C87AF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B109EA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79" w:type="dxa"/>
                </w:tcPr>
                <w:p w14:paraId="063DFCB3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0.14</w:t>
                  </w:r>
                </w:p>
              </w:tc>
              <w:tc>
                <w:tcPr>
                  <w:tcW w:w="780" w:type="dxa"/>
                </w:tcPr>
                <w:p w14:paraId="13141461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0.24</w:t>
                  </w:r>
                </w:p>
              </w:tc>
              <w:tc>
                <w:tcPr>
                  <w:tcW w:w="780" w:type="dxa"/>
                </w:tcPr>
                <w:p w14:paraId="045E8D4E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109EA">
                    <w:rPr>
                      <w:rFonts w:ascii="Century Gothic" w:hAnsi="Century Gothic" w:cs="Tahoma"/>
                    </w:rPr>
                    <w:t>0.4</w:t>
                  </w:r>
                </w:p>
              </w:tc>
              <w:tc>
                <w:tcPr>
                  <w:tcW w:w="780" w:type="dxa"/>
                </w:tcPr>
                <w:p w14:paraId="3A5FA86D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</w:tr>
          </w:tbl>
          <w:p w14:paraId="157E593E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B325B18" w14:textId="77777777" w:rsidR="006C37A5" w:rsidRPr="00B109EA" w:rsidRDefault="006C37A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109E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45DD81B5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109EA">
              <w:rPr>
                <w:rFonts w:ascii="Century Gothic" w:hAnsi="Century Gothic" w:cs="Tahoma"/>
              </w:rPr>
              <w:t xml:space="preserve">What is the perimeter of the shape? </w:t>
            </w:r>
          </w:p>
          <w:tbl>
            <w:tblPr>
              <w:tblStyle w:val="TableGrid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</w:tblGrid>
            <w:tr w:rsidR="006C37A5" w:rsidRPr="00B109EA" w14:paraId="34B648FC" w14:textId="77777777" w:rsidTr="00EA5960">
              <w:trPr>
                <w:trHeight w:val="397"/>
              </w:trPr>
              <w:tc>
                <w:tcPr>
                  <w:tcW w:w="397" w:type="dxa"/>
                </w:tcPr>
                <w:p w14:paraId="5DC5DC5C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000000" w:themeColor="text1"/>
                  </w:tcBorders>
                </w:tcPr>
                <w:p w14:paraId="0AA3ACF0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000000" w:themeColor="text1"/>
                  </w:tcBorders>
                </w:tcPr>
                <w:p w14:paraId="442E1BCC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000000" w:themeColor="text1"/>
                  </w:tcBorders>
                </w:tcPr>
                <w:p w14:paraId="37ED4C2F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000000" w:themeColor="text1"/>
                  </w:tcBorders>
                </w:tcPr>
                <w:p w14:paraId="25907035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</w:tcPr>
                <w:p w14:paraId="312D5F85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6C37A5" w:rsidRPr="00B109EA" w14:paraId="6951F8C9" w14:textId="77777777" w:rsidTr="00EA5960">
              <w:trPr>
                <w:trHeight w:val="397"/>
              </w:trPr>
              <w:tc>
                <w:tcPr>
                  <w:tcW w:w="397" w:type="dxa"/>
                  <w:tcBorders>
                    <w:right w:val="single" w:sz="4" w:space="0" w:color="000000" w:themeColor="text1"/>
                  </w:tcBorders>
                </w:tcPr>
                <w:p w14:paraId="501AB2F4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2B501874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3AC6DD80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7A2C5CA6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12EB54C1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000000" w:themeColor="text1"/>
                  </w:tcBorders>
                </w:tcPr>
                <w:p w14:paraId="691F1ABF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6C37A5" w:rsidRPr="00B109EA" w14:paraId="3E54A23F" w14:textId="77777777" w:rsidTr="00EA5960">
              <w:trPr>
                <w:trHeight w:val="397"/>
              </w:trPr>
              <w:tc>
                <w:tcPr>
                  <w:tcW w:w="397" w:type="dxa"/>
                  <w:tcBorders>
                    <w:right w:val="single" w:sz="4" w:space="0" w:color="BFBFBF" w:themeColor="background1" w:themeShade="BF"/>
                  </w:tcBorders>
                </w:tcPr>
                <w:p w14:paraId="08C22A56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1BDEEDA0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  <w:b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524ED86F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35D1F4D7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000000" w:themeColor="text1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52AA9FC4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000000" w:themeColor="text1"/>
                  </w:tcBorders>
                </w:tcPr>
                <w:p w14:paraId="76BFFCDD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6C37A5" w:rsidRPr="00B109EA" w14:paraId="15572F47" w14:textId="77777777" w:rsidTr="00EA5960">
              <w:trPr>
                <w:trHeight w:val="397"/>
              </w:trPr>
              <w:tc>
                <w:tcPr>
                  <w:tcW w:w="397" w:type="dxa"/>
                  <w:tcBorders>
                    <w:right w:val="single" w:sz="4" w:space="0" w:color="BFBFBF" w:themeColor="background1" w:themeShade="BF"/>
                  </w:tcBorders>
                </w:tcPr>
                <w:p w14:paraId="4FE11D62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0A3111EB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17892BA1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045B8F5E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797AE63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left w:val="single" w:sz="4" w:space="0" w:color="000000" w:themeColor="text1"/>
                  </w:tcBorders>
                </w:tcPr>
                <w:p w14:paraId="2109F05F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6C37A5" w:rsidRPr="00B109EA" w14:paraId="50F2AC79" w14:textId="77777777" w:rsidTr="00EA5960">
              <w:trPr>
                <w:trHeight w:val="397"/>
              </w:trPr>
              <w:tc>
                <w:tcPr>
                  <w:tcW w:w="397" w:type="dxa"/>
                </w:tcPr>
                <w:p w14:paraId="4CBD6433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</w:tcBorders>
                </w:tcPr>
                <w:p w14:paraId="18B9D537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</w:tcBorders>
                </w:tcPr>
                <w:p w14:paraId="2C356CE8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BFBFBF" w:themeColor="background1" w:themeShade="BF"/>
                  </w:tcBorders>
                </w:tcPr>
                <w:p w14:paraId="189FD687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000000" w:themeColor="text1"/>
                  </w:tcBorders>
                </w:tcPr>
                <w:p w14:paraId="46F5AF24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397" w:type="dxa"/>
                </w:tcPr>
                <w:p w14:paraId="5A4CD776" w14:textId="77777777" w:rsidR="006C37A5" w:rsidRPr="00B109EA" w:rsidRDefault="006C37A5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08CF794C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</w:tr>
      <w:tr w:rsidR="006C37A5" w:rsidRPr="00C06B52" w14:paraId="420CE6FE" w14:textId="77777777" w:rsidTr="00EA5960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6DF7DDB" w14:textId="77777777" w:rsidR="006C37A5" w:rsidRPr="00C06B52" w:rsidRDefault="006C37A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6EC36A4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B109EA">
              <w:rPr>
                <w:rFonts w:ascii="Century Gothic" w:hAnsi="Century Gothic" w:cs="Tahoma"/>
                <w:noProof/>
              </w:rPr>
              <w:t>Which method to find the missing length?</w:t>
            </w:r>
          </w:p>
          <w:p w14:paraId="4EF903A0" w14:textId="77777777" w:rsidR="006C37A5" w:rsidRPr="00B109EA" w:rsidRDefault="006C37A5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9577D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6D9505A1" wp14:editId="0905E22F">
                  <wp:simplePos x="0" y="0"/>
                  <wp:positionH relativeFrom="column">
                    <wp:posOffset>5767705</wp:posOffset>
                  </wp:positionH>
                  <wp:positionV relativeFrom="paragraph">
                    <wp:posOffset>777137</wp:posOffset>
                  </wp:positionV>
                  <wp:extent cx="572135" cy="401320"/>
                  <wp:effectExtent l="0" t="0" r="0" b="5080"/>
                  <wp:wrapNone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109EA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41C2DFBE" wp14:editId="6C0E5E7A">
                  <wp:extent cx="1401445" cy="866775"/>
                  <wp:effectExtent l="0" t="0" r="8255" b="9525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D54AF" w14:textId="77777777" w:rsidR="00666176" w:rsidRDefault="00666176" w:rsidP="00BA1603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72244"/>
    <w:rsid w:val="000826B9"/>
    <w:rsid w:val="00083325"/>
    <w:rsid w:val="000A43CA"/>
    <w:rsid w:val="000A63AF"/>
    <w:rsid w:val="000B420F"/>
    <w:rsid w:val="000F6BFE"/>
    <w:rsid w:val="001274D6"/>
    <w:rsid w:val="001279F5"/>
    <w:rsid w:val="00143BE1"/>
    <w:rsid w:val="00150843"/>
    <w:rsid w:val="001826A9"/>
    <w:rsid w:val="00187009"/>
    <w:rsid w:val="001A1D1C"/>
    <w:rsid w:val="001A6603"/>
    <w:rsid w:val="001E511C"/>
    <w:rsid w:val="00213C21"/>
    <w:rsid w:val="00293BEA"/>
    <w:rsid w:val="00296DE9"/>
    <w:rsid w:val="002B63A6"/>
    <w:rsid w:val="002D25E6"/>
    <w:rsid w:val="002D5D86"/>
    <w:rsid w:val="0031452F"/>
    <w:rsid w:val="00325E6D"/>
    <w:rsid w:val="00333535"/>
    <w:rsid w:val="0037571F"/>
    <w:rsid w:val="003E68F7"/>
    <w:rsid w:val="003F51D8"/>
    <w:rsid w:val="004015EA"/>
    <w:rsid w:val="00436C34"/>
    <w:rsid w:val="00461E42"/>
    <w:rsid w:val="0049275B"/>
    <w:rsid w:val="004B4B58"/>
    <w:rsid w:val="004B64DA"/>
    <w:rsid w:val="004C1FAF"/>
    <w:rsid w:val="00505FC9"/>
    <w:rsid w:val="00515D3B"/>
    <w:rsid w:val="00525119"/>
    <w:rsid w:val="005571E9"/>
    <w:rsid w:val="00575446"/>
    <w:rsid w:val="00580957"/>
    <w:rsid w:val="005C5905"/>
    <w:rsid w:val="005E1266"/>
    <w:rsid w:val="00603453"/>
    <w:rsid w:val="0064471D"/>
    <w:rsid w:val="00666176"/>
    <w:rsid w:val="00674C3D"/>
    <w:rsid w:val="006866A3"/>
    <w:rsid w:val="006C37A5"/>
    <w:rsid w:val="006C37E5"/>
    <w:rsid w:val="006E5C4D"/>
    <w:rsid w:val="006F185A"/>
    <w:rsid w:val="00705472"/>
    <w:rsid w:val="00712C99"/>
    <w:rsid w:val="00766A10"/>
    <w:rsid w:val="007B4226"/>
    <w:rsid w:val="007D5D58"/>
    <w:rsid w:val="007E2C1A"/>
    <w:rsid w:val="007F06CD"/>
    <w:rsid w:val="00831D41"/>
    <w:rsid w:val="00857220"/>
    <w:rsid w:val="00876A8E"/>
    <w:rsid w:val="00884433"/>
    <w:rsid w:val="008B0E29"/>
    <w:rsid w:val="008B5103"/>
    <w:rsid w:val="0090117B"/>
    <w:rsid w:val="009118B1"/>
    <w:rsid w:val="0094070B"/>
    <w:rsid w:val="0095325A"/>
    <w:rsid w:val="0098373C"/>
    <w:rsid w:val="0099142F"/>
    <w:rsid w:val="00995392"/>
    <w:rsid w:val="009B31E5"/>
    <w:rsid w:val="009C2FD3"/>
    <w:rsid w:val="009C5F92"/>
    <w:rsid w:val="009D1DB3"/>
    <w:rsid w:val="009D6BD1"/>
    <w:rsid w:val="00AB54E4"/>
    <w:rsid w:val="00AD04E8"/>
    <w:rsid w:val="00AD3264"/>
    <w:rsid w:val="00AD3C1A"/>
    <w:rsid w:val="00B07CF2"/>
    <w:rsid w:val="00B109EA"/>
    <w:rsid w:val="00B72752"/>
    <w:rsid w:val="00B8569F"/>
    <w:rsid w:val="00B96458"/>
    <w:rsid w:val="00BA1603"/>
    <w:rsid w:val="00BA7CD3"/>
    <w:rsid w:val="00BB35EA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F24C6"/>
    <w:rsid w:val="00D14B22"/>
    <w:rsid w:val="00D26238"/>
    <w:rsid w:val="00D51195"/>
    <w:rsid w:val="00D63807"/>
    <w:rsid w:val="00D657D6"/>
    <w:rsid w:val="00DB511B"/>
    <w:rsid w:val="00DC43DF"/>
    <w:rsid w:val="00DD0D75"/>
    <w:rsid w:val="00E037E5"/>
    <w:rsid w:val="00E20822"/>
    <w:rsid w:val="00E33C5E"/>
    <w:rsid w:val="00E3559C"/>
    <w:rsid w:val="00E7749A"/>
    <w:rsid w:val="00E907F4"/>
    <w:rsid w:val="00E9577D"/>
    <w:rsid w:val="00EC4CCA"/>
    <w:rsid w:val="00F11D9B"/>
    <w:rsid w:val="00F21F8D"/>
    <w:rsid w:val="00F303CE"/>
    <w:rsid w:val="00F3678B"/>
    <w:rsid w:val="00F8416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2019-05-30T14:14:00Z</dcterms:created>
  <dcterms:modified xsi:type="dcterms:W3CDTF">2019-05-30T14:16:00Z</dcterms:modified>
</cp:coreProperties>
</file>